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FAB7E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F6D59E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11ED60D" w14:textId="7CF5E2D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E184B">
        <w:rPr>
          <w:rFonts w:ascii="Corbel" w:hAnsi="Corbel"/>
          <w:i/>
          <w:smallCaps/>
          <w:sz w:val="24"/>
          <w:szCs w:val="24"/>
        </w:rPr>
        <w:t>20</w:t>
      </w:r>
      <w:r w:rsidR="0051589B">
        <w:rPr>
          <w:rFonts w:ascii="Corbel" w:hAnsi="Corbel"/>
          <w:i/>
          <w:smallCaps/>
          <w:sz w:val="24"/>
          <w:szCs w:val="24"/>
        </w:rPr>
        <w:t>22</w:t>
      </w:r>
      <w:r w:rsidR="000E184B">
        <w:rPr>
          <w:rFonts w:ascii="Corbel" w:hAnsi="Corbel"/>
          <w:i/>
          <w:smallCaps/>
          <w:sz w:val="24"/>
          <w:szCs w:val="24"/>
        </w:rPr>
        <w:t>/202</w:t>
      </w:r>
      <w:r w:rsidR="0051589B">
        <w:rPr>
          <w:rFonts w:ascii="Corbel" w:hAnsi="Corbel"/>
          <w:i/>
          <w:smallCaps/>
          <w:sz w:val="24"/>
          <w:szCs w:val="24"/>
        </w:rPr>
        <w:t>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706701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D07D5A2" w14:textId="2F57B73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51589B">
        <w:rPr>
          <w:rFonts w:ascii="Corbel" w:hAnsi="Corbel"/>
          <w:sz w:val="20"/>
          <w:szCs w:val="20"/>
        </w:rPr>
        <w:t>2</w:t>
      </w:r>
      <w:r w:rsidR="00FC5BBB">
        <w:rPr>
          <w:rFonts w:ascii="Corbel" w:hAnsi="Corbel"/>
          <w:sz w:val="20"/>
          <w:szCs w:val="20"/>
        </w:rPr>
        <w:t>4</w:t>
      </w:r>
      <w:r w:rsidR="000E184B">
        <w:rPr>
          <w:rFonts w:ascii="Corbel" w:hAnsi="Corbel"/>
          <w:sz w:val="20"/>
          <w:szCs w:val="20"/>
        </w:rPr>
        <w:t>/202</w:t>
      </w:r>
      <w:r w:rsidR="00FC5BBB">
        <w:rPr>
          <w:rFonts w:ascii="Corbel" w:hAnsi="Corbel"/>
          <w:sz w:val="20"/>
          <w:szCs w:val="20"/>
        </w:rPr>
        <w:t>5</w:t>
      </w:r>
    </w:p>
    <w:p w14:paraId="309BA48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03D8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13E99CA" w14:textId="77777777" w:rsidTr="00B819C8">
        <w:tc>
          <w:tcPr>
            <w:tcW w:w="2694" w:type="dxa"/>
            <w:vAlign w:val="center"/>
          </w:tcPr>
          <w:p w14:paraId="54A2650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09BA57" w14:textId="30B8EB22" w:rsidR="0085747A" w:rsidRPr="009C54AE" w:rsidRDefault="00FC5B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System resocjalizacji w Polsce i zagranicą</w:t>
            </w:r>
          </w:p>
        </w:tc>
      </w:tr>
      <w:tr w:rsidR="0085747A" w:rsidRPr="009C54AE" w14:paraId="5CB0892B" w14:textId="77777777" w:rsidTr="00B819C8">
        <w:tc>
          <w:tcPr>
            <w:tcW w:w="2694" w:type="dxa"/>
            <w:vAlign w:val="center"/>
          </w:tcPr>
          <w:p w14:paraId="299E89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088A5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4E32B5E" w14:textId="77777777" w:rsidTr="00B819C8">
        <w:tc>
          <w:tcPr>
            <w:tcW w:w="2694" w:type="dxa"/>
            <w:vAlign w:val="center"/>
          </w:tcPr>
          <w:p w14:paraId="7B8B14B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1A7292B" w14:textId="40C633A6" w:rsidR="0085747A" w:rsidRPr="009C54AE" w:rsidRDefault="00874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576101E" w14:textId="77777777" w:rsidTr="00B819C8">
        <w:tc>
          <w:tcPr>
            <w:tcW w:w="2694" w:type="dxa"/>
            <w:vAlign w:val="center"/>
          </w:tcPr>
          <w:p w14:paraId="3A0379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296F5" w14:textId="234BE062" w:rsidR="0085747A" w:rsidRPr="009C54AE" w:rsidRDefault="00874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612D9944" w14:textId="77777777" w:rsidTr="00B819C8">
        <w:tc>
          <w:tcPr>
            <w:tcW w:w="2694" w:type="dxa"/>
            <w:vAlign w:val="center"/>
          </w:tcPr>
          <w:p w14:paraId="3D5523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50B49D" w14:textId="054F20B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741F6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4302BDF7" w14:textId="77777777" w:rsidTr="00B819C8">
        <w:tc>
          <w:tcPr>
            <w:tcW w:w="2694" w:type="dxa"/>
            <w:vAlign w:val="center"/>
          </w:tcPr>
          <w:p w14:paraId="2D5DA25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28C461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2D013C02" w14:textId="77777777" w:rsidTr="00B819C8">
        <w:tc>
          <w:tcPr>
            <w:tcW w:w="2694" w:type="dxa"/>
            <w:vAlign w:val="center"/>
          </w:tcPr>
          <w:p w14:paraId="5B3E88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195C93" w14:textId="60476EAC" w:rsidR="0085747A" w:rsidRPr="009C54AE" w:rsidRDefault="00FC5B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57161F2C" w14:textId="77777777" w:rsidTr="00B819C8">
        <w:tc>
          <w:tcPr>
            <w:tcW w:w="2694" w:type="dxa"/>
            <w:vAlign w:val="center"/>
          </w:tcPr>
          <w:p w14:paraId="2367F2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DFD5B3" w14:textId="65553232" w:rsidR="0085747A" w:rsidRPr="009C54AE" w:rsidRDefault="002857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8741F6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14474FC7" w14:textId="77777777" w:rsidTr="00B819C8">
        <w:tc>
          <w:tcPr>
            <w:tcW w:w="2694" w:type="dxa"/>
            <w:vAlign w:val="center"/>
          </w:tcPr>
          <w:p w14:paraId="06B6D1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8DE2EC" w14:textId="6F8DD9FA" w:rsidR="0085747A" w:rsidRPr="009C54AE" w:rsidRDefault="005158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C5BB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E59D5">
              <w:rPr>
                <w:rFonts w:ascii="Corbel" w:hAnsi="Corbel"/>
                <w:b w:val="0"/>
                <w:sz w:val="24"/>
                <w:szCs w:val="24"/>
              </w:rPr>
              <w:t xml:space="preserve">I rok, </w:t>
            </w:r>
            <w:r w:rsidR="00FC5BBB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444E269B" w14:textId="77777777" w:rsidTr="00B819C8">
        <w:tc>
          <w:tcPr>
            <w:tcW w:w="2694" w:type="dxa"/>
            <w:vAlign w:val="center"/>
          </w:tcPr>
          <w:p w14:paraId="0ECC492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2032EA" w14:textId="296A4188" w:rsidR="0085747A" w:rsidRPr="009C54AE" w:rsidRDefault="00FC5B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147E6BE6" w14:textId="77777777" w:rsidTr="00B819C8">
        <w:tc>
          <w:tcPr>
            <w:tcW w:w="2694" w:type="dxa"/>
            <w:vAlign w:val="center"/>
          </w:tcPr>
          <w:p w14:paraId="052BDBD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E9E2856" w14:textId="195D7A27" w:rsidR="00923D7D" w:rsidRPr="009C54AE" w:rsidRDefault="00FC5B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99CAFEF" w14:textId="77777777" w:rsidTr="00B819C8">
        <w:tc>
          <w:tcPr>
            <w:tcW w:w="2694" w:type="dxa"/>
            <w:vAlign w:val="center"/>
          </w:tcPr>
          <w:p w14:paraId="50FE05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C216E99" w14:textId="0BC3D92B" w:rsidR="0085747A" w:rsidRPr="009C54AE" w:rsidRDefault="0051589B" w:rsidP="007E59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Agnieszka Wróbel-Chmiel</w:t>
            </w:r>
          </w:p>
        </w:tc>
      </w:tr>
      <w:tr w:rsidR="0085747A" w:rsidRPr="009C54AE" w14:paraId="3894EA36" w14:textId="77777777" w:rsidTr="00B819C8">
        <w:tc>
          <w:tcPr>
            <w:tcW w:w="2694" w:type="dxa"/>
            <w:vAlign w:val="center"/>
          </w:tcPr>
          <w:p w14:paraId="3B1641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CF8E5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E9F97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1396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48E2BF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3A75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FD763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88B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DA9A5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0E7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C79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EAF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0CF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34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5FE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E1E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FAE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4E142D" w14:textId="77777777" w:rsidTr="00FC5BB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E2821" w14:textId="2EC42965" w:rsidR="00015B8F" w:rsidRPr="009C54AE" w:rsidRDefault="00FC5BBB" w:rsidP="00FC5B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631E" w14:textId="1BE6699B" w:rsidR="00015B8F" w:rsidRPr="009C54AE" w:rsidRDefault="002857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234E" w14:textId="534F766F" w:rsidR="00015B8F" w:rsidRPr="009C54AE" w:rsidRDefault="002857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844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68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AA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91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97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46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7B82" w14:textId="7D0C3375" w:rsidR="00015B8F" w:rsidRPr="009C54AE" w:rsidRDefault="00FC5B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6700F83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D60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39B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F38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57E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65A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9F1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FC4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A9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030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430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B3F81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5D4FB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C8D35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F61581F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347E861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EAD8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76FC6B" w14:textId="5BAF444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1FBE87BD" w14:textId="6E8A9C0D"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B6A22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0DF1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43D38BC" w14:textId="77777777" w:rsidTr="00745302">
        <w:tc>
          <w:tcPr>
            <w:tcW w:w="9670" w:type="dxa"/>
          </w:tcPr>
          <w:p w14:paraId="3F3CA2C5" w14:textId="7BB90EB2" w:rsidR="0085747A" w:rsidRPr="009C54AE" w:rsidRDefault="000E184B" w:rsidP="002C43A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teoretycznych podstaw</w:t>
            </w:r>
            <w:r w:rsidR="00FC5B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resocjalizacyjnej</w:t>
            </w:r>
            <w:r w:rsidR="00FC5B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profilaktyki społecznej</w:t>
            </w:r>
            <w:r w:rsidR="00FC5B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instytucji profilaktycznych i resocjalizacyjnych, wychowania resocjalizującego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0BB63D9F" w14:textId="77777777" w:rsidR="007E59D5" w:rsidRDefault="007E59D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41C8C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C1724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4A202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3BF62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E59D5" w:rsidRPr="009C54AE" w14:paraId="542F6D70" w14:textId="77777777" w:rsidTr="00923D7D">
        <w:tc>
          <w:tcPr>
            <w:tcW w:w="851" w:type="dxa"/>
            <w:vAlign w:val="center"/>
          </w:tcPr>
          <w:p w14:paraId="201FE6A2" w14:textId="77777777"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D6EC2D" w14:textId="253C9855" w:rsidR="007E59D5" w:rsidRPr="0044418F" w:rsidRDefault="007B1746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Zapoznanie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 student</w:t>
            </w:r>
            <w:r>
              <w:rPr>
                <w:rFonts w:ascii="Corbel" w:hAnsi="Corbel" w:cs="DejaVuSans"/>
                <w:sz w:val="24"/>
                <w:szCs w:val="24"/>
              </w:rPr>
              <w:t>ów z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systemami </w:t>
            </w:r>
            <w:r w:rsidR="00FC5BBB">
              <w:rPr>
                <w:rFonts w:ascii="Corbel" w:hAnsi="Corbel" w:cs="DejaVuSans"/>
                <w:sz w:val="24"/>
                <w:szCs w:val="24"/>
              </w:rPr>
              <w:t xml:space="preserve">resocjalizacji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nieletnich i dorosłych </w:t>
            </w:r>
            <w:r w:rsidR="00FC5BBB">
              <w:rPr>
                <w:rFonts w:ascii="Corbel" w:hAnsi="Corbel" w:cs="DejaVuSans"/>
                <w:sz w:val="24"/>
                <w:szCs w:val="24"/>
              </w:rPr>
              <w:t xml:space="preserve">w Polsce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oraz w </w:t>
            </w:r>
            <w:r w:rsidR="00FC5BBB">
              <w:rPr>
                <w:rFonts w:ascii="Corbel" w:hAnsi="Corbel" w:cs="DejaVuSans"/>
                <w:sz w:val="24"/>
                <w:szCs w:val="24"/>
              </w:rPr>
              <w:t>innych krajach europejskich i pozaeuropejskich.</w:t>
            </w:r>
          </w:p>
        </w:tc>
      </w:tr>
      <w:tr w:rsidR="002C43A9" w:rsidRPr="009C54AE" w14:paraId="497425BA" w14:textId="77777777" w:rsidTr="00923D7D">
        <w:tc>
          <w:tcPr>
            <w:tcW w:w="851" w:type="dxa"/>
            <w:vAlign w:val="center"/>
          </w:tcPr>
          <w:p w14:paraId="3A8938F1" w14:textId="0673B4E5" w:rsidR="002C43A9" w:rsidRPr="009C54AE" w:rsidRDefault="004441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5A3A1C" w14:textId="46892AE9" w:rsidR="002C43A9" w:rsidRDefault="007B1746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Przedstawienie studentom współczesnych nurtów w resocjalizacji.</w:t>
            </w:r>
          </w:p>
        </w:tc>
      </w:tr>
      <w:tr w:rsidR="007E59D5" w:rsidRPr="009C54AE" w14:paraId="799E17DF" w14:textId="77777777" w:rsidTr="00923D7D">
        <w:tc>
          <w:tcPr>
            <w:tcW w:w="851" w:type="dxa"/>
            <w:vAlign w:val="center"/>
          </w:tcPr>
          <w:p w14:paraId="39207F32" w14:textId="0C264D2A"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B174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E51F7DA" w14:textId="70C62CED" w:rsidR="007E59D5" w:rsidRPr="0044418F" w:rsidRDefault="007E59D5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apoznanie 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studentów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z </w:t>
            </w:r>
            <w:r w:rsidR="006D7D05">
              <w:rPr>
                <w:rFonts w:ascii="Corbel" w:hAnsi="Corbel" w:cs="DejaVuSans"/>
                <w:sz w:val="24"/>
                <w:szCs w:val="24"/>
              </w:rPr>
              <w:t xml:space="preserve">zagadnieniem efektywności </w:t>
            </w:r>
            <w:r w:rsidR="00BF2340">
              <w:rPr>
                <w:rFonts w:ascii="Corbel" w:hAnsi="Corbel" w:cs="DejaVuSans"/>
                <w:sz w:val="24"/>
                <w:szCs w:val="24"/>
              </w:rPr>
              <w:t>instytucjonalnej pracy resocjalizacyjnej z osobami niedostosowanymi społecznie</w:t>
            </w:r>
            <w:r w:rsidR="00D600F6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7B1746" w:rsidRPr="009C54AE" w14:paraId="46728D2A" w14:textId="77777777" w:rsidTr="00923D7D">
        <w:tc>
          <w:tcPr>
            <w:tcW w:w="851" w:type="dxa"/>
            <w:vAlign w:val="center"/>
          </w:tcPr>
          <w:p w14:paraId="26F67D32" w14:textId="5B4DD09E" w:rsidR="007B1746" w:rsidRDefault="007B17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92DA07C" w14:textId="53680BF6" w:rsidR="007B1746" w:rsidRDefault="007B1746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Wdrożenie studentów do dokonywania analizy porównawczej rozwiązań systemowych dotyczących specyficznych cech i właściwości osób niedost</w:t>
            </w:r>
            <w:r w:rsidR="008E4A09">
              <w:rPr>
                <w:rFonts w:ascii="Corbel" w:hAnsi="Corbel" w:cs="DejaVuSans"/>
                <w:sz w:val="24"/>
                <w:szCs w:val="24"/>
              </w:rPr>
              <w:t>osowanych społecznie przebywających w instytucjach resocjalizacyjnych.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</w:p>
        </w:tc>
      </w:tr>
    </w:tbl>
    <w:p w14:paraId="4106B0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A4C3B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3F456D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728AC41" w14:textId="77777777" w:rsidTr="0071620A">
        <w:tc>
          <w:tcPr>
            <w:tcW w:w="1701" w:type="dxa"/>
            <w:vAlign w:val="center"/>
          </w:tcPr>
          <w:p w14:paraId="6FB41B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B8224FF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B7E63E3" w14:textId="3A7E651B" w:rsidR="008741F6" w:rsidRPr="008741F6" w:rsidRDefault="008741F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ACAF51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59D5" w:rsidRPr="009C54AE" w14:paraId="6C18AE1E" w14:textId="77777777" w:rsidTr="004645AD">
        <w:tc>
          <w:tcPr>
            <w:tcW w:w="1701" w:type="dxa"/>
          </w:tcPr>
          <w:p w14:paraId="3E64DEB4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EC075DC" w14:textId="22B9C6DC" w:rsidR="007E59D5" w:rsidRPr="007E59D5" w:rsidRDefault="008741F6" w:rsidP="00464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7E59D5">
              <w:rPr>
                <w:rFonts w:ascii="Corbel" w:hAnsi="Corbel"/>
                <w:sz w:val="24"/>
                <w:szCs w:val="24"/>
              </w:rPr>
              <w:t>mówi</w:t>
            </w:r>
            <w:r w:rsidR="000805CA">
              <w:rPr>
                <w:rFonts w:ascii="Corbel" w:hAnsi="Corbel"/>
                <w:sz w:val="24"/>
                <w:szCs w:val="24"/>
              </w:rPr>
              <w:t xml:space="preserve"> rozwój</w:t>
            </w:r>
            <w:r w:rsidR="007E59D5">
              <w:rPr>
                <w:rFonts w:ascii="Corbel" w:hAnsi="Corbel"/>
                <w:sz w:val="24"/>
                <w:szCs w:val="24"/>
              </w:rPr>
              <w:t xml:space="preserve"> </w:t>
            </w:r>
            <w:r w:rsidR="00BB6D77">
              <w:rPr>
                <w:rFonts w:ascii="Corbel" w:hAnsi="Corbel"/>
                <w:sz w:val="24"/>
                <w:szCs w:val="24"/>
              </w:rPr>
              <w:t>instytucjonaln</w:t>
            </w:r>
            <w:r w:rsidR="000805CA">
              <w:rPr>
                <w:rFonts w:ascii="Corbel" w:hAnsi="Corbel"/>
                <w:sz w:val="24"/>
                <w:szCs w:val="24"/>
              </w:rPr>
              <w:t>ych</w:t>
            </w:r>
            <w:r w:rsidR="00BB6D77">
              <w:rPr>
                <w:rFonts w:ascii="Corbel" w:hAnsi="Corbel"/>
                <w:sz w:val="24"/>
                <w:szCs w:val="24"/>
              </w:rPr>
              <w:t xml:space="preserve"> system</w:t>
            </w:r>
            <w:r w:rsidR="000805CA">
              <w:rPr>
                <w:rFonts w:ascii="Corbel" w:hAnsi="Corbel"/>
                <w:sz w:val="24"/>
                <w:szCs w:val="24"/>
              </w:rPr>
              <w:t>ów</w:t>
            </w:r>
            <w:r w:rsidR="00BB6D77">
              <w:rPr>
                <w:rFonts w:ascii="Corbel" w:hAnsi="Corbel"/>
                <w:sz w:val="24"/>
                <w:szCs w:val="24"/>
              </w:rPr>
              <w:t xml:space="preserve"> resocjalizacji</w:t>
            </w:r>
            <w:r w:rsidR="000805C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          </w:t>
            </w:r>
            <w:r w:rsidR="00BB6D77">
              <w:rPr>
                <w:rFonts w:ascii="Corbel" w:hAnsi="Corbel"/>
                <w:sz w:val="24"/>
                <w:szCs w:val="24"/>
              </w:rPr>
              <w:t xml:space="preserve">w Polsce i </w:t>
            </w:r>
            <w:r w:rsidR="000805CA">
              <w:rPr>
                <w:rFonts w:ascii="Corbel" w:hAnsi="Corbel"/>
                <w:sz w:val="24"/>
                <w:szCs w:val="24"/>
              </w:rPr>
              <w:t>na świecie.</w:t>
            </w:r>
          </w:p>
        </w:tc>
        <w:tc>
          <w:tcPr>
            <w:tcW w:w="1873" w:type="dxa"/>
          </w:tcPr>
          <w:p w14:paraId="4B63642A" w14:textId="1525FF1E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70B0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87643EC" w14:textId="49810606" w:rsidR="00D476C7" w:rsidRPr="009C54AE" w:rsidRDefault="00D476C7" w:rsidP="00D476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81C1C" w:rsidRPr="009C54AE" w14:paraId="7A667218" w14:textId="77777777" w:rsidTr="004645AD">
        <w:tc>
          <w:tcPr>
            <w:tcW w:w="1701" w:type="dxa"/>
          </w:tcPr>
          <w:p w14:paraId="09DC98A2" w14:textId="77777777" w:rsidR="00681C1C" w:rsidRPr="009C54AE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ED82955" w14:textId="52487084" w:rsidR="00681C1C" w:rsidRPr="007E59D5" w:rsidRDefault="008741F6" w:rsidP="00681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681C1C">
              <w:rPr>
                <w:rFonts w:ascii="Corbel" w:hAnsi="Corbel"/>
                <w:sz w:val="24"/>
                <w:szCs w:val="24"/>
              </w:rPr>
              <w:t xml:space="preserve">ymieni i opisze </w:t>
            </w:r>
            <w:r w:rsidR="00681C1C">
              <w:rPr>
                <w:rFonts w:ascii="Corbel" w:hAnsi="Corbel" w:cs="DejaVuSans"/>
                <w:sz w:val="24"/>
                <w:szCs w:val="24"/>
              </w:rPr>
              <w:t xml:space="preserve">podstawy prawne i organizacyjne </w:t>
            </w:r>
            <w:r w:rsidR="00681C1C" w:rsidRPr="007E59D5">
              <w:rPr>
                <w:rFonts w:ascii="Corbel" w:hAnsi="Corbel" w:cs="DejaVuSans"/>
                <w:sz w:val="24"/>
                <w:szCs w:val="24"/>
              </w:rPr>
              <w:t>funkcjonowania</w:t>
            </w:r>
            <w:r w:rsidR="00681C1C">
              <w:rPr>
                <w:rFonts w:ascii="Corbel" w:hAnsi="Corbel" w:cs="DejaVuSans"/>
                <w:sz w:val="24"/>
                <w:szCs w:val="24"/>
              </w:rPr>
              <w:t xml:space="preserve"> polskich i zagranicznych instytucji resocjalizacyjnych</w:t>
            </w:r>
            <w:r w:rsidR="000805CA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8EBA526" w14:textId="7F5EDFAA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75B6A1B4" w14:textId="75D0FFB3" w:rsidR="00681C1C" w:rsidRPr="004645AD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65D7" w:rsidRPr="009C54AE" w14:paraId="27012318" w14:textId="77777777" w:rsidTr="005E6E85">
        <w:tc>
          <w:tcPr>
            <w:tcW w:w="1701" w:type="dxa"/>
          </w:tcPr>
          <w:p w14:paraId="3294D8E9" w14:textId="25A9A898" w:rsidR="00DD65D7" w:rsidRPr="009C54AE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2BF4B8C" w14:textId="5BA62F3B" w:rsidR="00DD65D7" w:rsidRPr="00927428" w:rsidRDefault="008741F6" w:rsidP="00681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DD65D7">
              <w:rPr>
                <w:rFonts w:ascii="Corbel" w:hAnsi="Corbel"/>
                <w:sz w:val="24"/>
                <w:szCs w:val="24"/>
              </w:rPr>
              <w:t>okona</w:t>
            </w:r>
            <w:r w:rsidR="00DD65D7" w:rsidRP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DD65D7">
              <w:rPr>
                <w:rFonts w:ascii="Corbel" w:hAnsi="Corbel" w:cs="DejaVuSans"/>
                <w:sz w:val="24"/>
                <w:szCs w:val="24"/>
              </w:rPr>
              <w:t>analizy i oceny działalności instytucji resocjalizacyjnych funkcjonujących w Polsce i zagranicą.</w:t>
            </w:r>
          </w:p>
        </w:tc>
        <w:tc>
          <w:tcPr>
            <w:tcW w:w="1873" w:type="dxa"/>
            <w:vMerge w:val="restart"/>
          </w:tcPr>
          <w:p w14:paraId="266F5459" w14:textId="77777777" w:rsidR="00DD65D7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FC22B3B" w14:textId="6DEE68F7" w:rsidR="00DD65D7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65D7" w:rsidRPr="009C54AE" w14:paraId="367E6008" w14:textId="77777777" w:rsidTr="005E6E85">
        <w:tc>
          <w:tcPr>
            <w:tcW w:w="1701" w:type="dxa"/>
          </w:tcPr>
          <w:p w14:paraId="0B324C5F" w14:textId="0DD17A40" w:rsidR="00DD65D7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3A8A192" w14:textId="7E9C81E1" w:rsidR="00DD65D7" w:rsidRDefault="008741F6" w:rsidP="00681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DD65D7">
              <w:rPr>
                <w:rFonts w:ascii="Corbel" w:hAnsi="Corbel"/>
                <w:sz w:val="24"/>
                <w:szCs w:val="24"/>
              </w:rPr>
              <w:t>okona analizy porównawczej rozwiązań systemowych dotyczących specyficznych cech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D65D7">
              <w:rPr>
                <w:rFonts w:ascii="Corbel" w:hAnsi="Corbel"/>
                <w:sz w:val="24"/>
                <w:szCs w:val="24"/>
              </w:rPr>
              <w:t xml:space="preserve">i właściwości nieletnich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</w:t>
            </w:r>
            <w:r w:rsidR="00DD65D7">
              <w:rPr>
                <w:rFonts w:ascii="Corbel" w:hAnsi="Corbel"/>
                <w:sz w:val="24"/>
                <w:szCs w:val="24"/>
              </w:rPr>
              <w:t>i dorosłych podopiecznych placówek resocjalizacyjnych.</w:t>
            </w:r>
          </w:p>
        </w:tc>
        <w:tc>
          <w:tcPr>
            <w:tcW w:w="1873" w:type="dxa"/>
            <w:vMerge/>
          </w:tcPr>
          <w:p w14:paraId="174B1557" w14:textId="77777777" w:rsidR="00DD65D7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81C1C" w:rsidRPr="009C54AE" w14:paraId="1E9D7629" w14:textId="77777777" w:rsidTr="005E6E85">
        <w:tc>
          <w:tcPr>
            <w:tcW w:w="1701" w:type="dxa"/>
          </w:tcPr>
          <w:p w14:paraId="71AC0D15" w14:textId="49D2F81B" w:rsidR="00681C1C" w:rsidRPr="009C54AE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07ED5C3" w14:textId="3FBCF9A5" w:rsidR="00681C1C" w:rsidRPr="005C447B" w:rsidRDefault="008741F6" w:rsidP="00874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5C447B">
              <w:rPr>
                <w:rFonts w:ascii="Corbel" w:hAnsi="Corbel"/>
                <w:sz w:val="24"/>
                <w:szCs w:val="24"/>
              </w:rPr>
              <w:t>ceni efektywność instytucjonalnej pracy resocjalizacyjnej z osobami niedostosowanymi społecz</w:t>
            </w:r>
            <w:r w:rsidR="00DD65D7">
              <w:rPr>
                <w:rFonts w:ascii="Corbel" w:hAnsi="Corbel"/>
                <w:sz w:val="24"/>
                <w:szCs w:val="24"/>
              </w:rPr>
              <w:t>nie.</w:t>
            </w:r>
          </w:p>
        </w:tc>
        <w:tc>
          <w:tcPr>
            <w:tcW w:w="1873" w:type="dxa"/>
          </w:tcPr>
          <w:p w14:paraId="7C3EE7E0" w14:textId="3630EF20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C447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CDB92D9" w14:textId="6E3DBE25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81C1C" w:rsidRPr="009C54AE" w14:paraId="1A10563D" w14:textId="77777777" w:rsidTr="005E6E85">
        <w:tc>
          <w:tcPr>
            <w:tcW w:w="1701" w:type="dxa"/>
          </w:tcPr>
          <w:p w14:paraId="06C33767" w14:textId="411A3549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92C6DAD" w14:textId="65510977" w:rsidR="00681C1C" w:rsidRPr="007E59D5" w:rsidRDefault="008741F6" w:rsidP="00874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4147F8">
              <w:rPr>
                <w:rFonts w:ascii="Corbel" w:hAnsi="Corbel"/>
                <w:sz w:val="24"/>
                <w:szCs w:val="24"/>
              </w:rPr>
              <w:t>ceni swoje przygotowanie i predyspozycje w kontekście pracy pedagogicznej w wybranych instytucjach resocjalizacyjnych.</w:t>
            </w:r>
          </w:p>
        </w:tc>
        <w:tc>
          <w:tcPr>
            <w:tcW w:w="1873" w:type="dxa"/>
          </w:tcPr>
          <w:p w14:paraId="592261FD" w14:textId="574ABA54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147F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58784C34" w14:textId="51B4795E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FC9127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D72551" w14:textId="70E4F4D1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90E6EC" w14:textId="77777777" w:rsidR="008741F6" w:rsidRPr="009C54AE" w:rsidRDefault="008741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BF817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4475F47" w14:textId="7EC25059" w:rsidR="00021DFF" w:rsidRDefault="0085747A" w:rsidP="004A364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F9168EE" w14:textId="77777777" w:rsidR="004A364F" w:rsidRDefault="004A364F" w:rsidP="004A364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364F" w:rsidRPr="009C54AE" w14:paraId="22BABF6E" w14:textId="77777777" w:rsidTr="006F6055">
        <w:tc>
          <w:tcPr>
            <w:tcW w:w="9639" w:type="dxa"/>
          </w:tcPr>
          <w:p w14:paraId="19F68E38" w14:textId="77777777" w:rsidR="004A364F" w:rsidRPr="009C54AE" w:rsidRDefault="004A364F" w:rsidP="006F60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364F" w:rsidRPr="009C54AE" w14:paraId="710C450F" w14:textId="77777777" w:rsidTr="006F6055">
        <w:tc>
          <w:tcPr>
            <w:tcW w:w="9639" w:type="dxa"/>
          </w:tcPr>
          <w:p w14:paraId="714EA491" w14:textId="7B87DF80" w:rsidR="004A364F" w:rsidRPr="009C54AE" w:rsidRDefault="004A364F" w:rsidP="004A364F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instytucjonalnego systemu resocjalizacji osób niedostosowanych społecznie.</w:t>
            </w:r>
          </w:p>
        </w:tc>
      </w:tr>
      <w:tr w:rsidR="004A364F" w:rsidRPr="009C54AE" w14:paraId="2F5CD014" w14:textId="77777777" w:rsidTr="006F6055">
        <w:tc>
          <w:tcPr>
            <w:tcW w:w="9639" w:type="dxa"/>
          </w:tcPr>
          <w:p w14:paraId="6BB58FDC" w14:textId="546890E3" w:rsidR="004A364F" w:rsidRPr="005515B6" w:rsidRDefault="004A364F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nurty w resocjalizacji. Teoria „rozwoju dojrzałości interpersonalnej” Sullivana Granta. </w:t>
            </w:r>
            <w:r w:rsidR="005515B6">
              <w:rPr>
                <w:rFonts w:ascii="Corbel" w:hAnsi="Corbel"/>
                <w:sz w:val="24"/>
                <w:szCs w:val="24"/>
              </w:rPr>
              <w:t xml:space="preserve">„Teatr życia codziennego” </w:t>
            </w:r>
            <w:proofErr w:type="spellStart"/>
            <w:r w:rsidR="005515B6">
              <w:rPr>
                <w:rFonts w:ascii="Corbel" w:hAnsi="Corbel"/>
                <w:sz w:val="24"/>
                <w:szCs w:val="24"/>
              </w:rPr>
              <w:t>Goffmana</w:t>
            </w:r>
            <w:proofErr w:type="spellEnd"/>
            <w:r w:rsidR="005515B6">
              <w:rPr>
                <w:rFonts w:ascii="Corbel" w:hAnsi="Corbel"/>
                <w:sz w:val="24"/>
                <w:szCs w:val="24"/>
              </w:rPr>
              <w:t xml:space="preserve">. Koncepcja </w:t>
            </w:r>
            <w:proofErr w:type="spellStart"/>
            <w:r w:rsidR="005515B6">
              <w:rPr>
                <w:rFonts w:ascii="Corbel" w:hAnsi="Corbel"/>
                <w:i/>
                <w:iCs/>
                <w:sz w:val="24"/>
                <w:szCs w:val="24"/>
              </w:rPr>
              <w:t>resilience</w:t>
            </w:r>
            <w:proofErr w:type="spellEnd"/>
            <w:r w:rsidR="005515B6">
              <w:rPr>
                <w:rFonts w:ascii="Corbel" w:hAnsi="Corbel"/>
                <w:sz w:val="24"/>
                <w:szCs w:val="24"/>
              </w:rPr>
              <w:t xml:space="preserve"> (oporu-elastyczności).</w:t>
            </w:r>
          </w:p>
        </w:tc>
      </w:tr>
      <w:tr w:rsidR="009C5DB9" w:rsidRPr="009C54AE" w14:paraId="11EF5BFE" w14:textId="77777777" w:rsidTr="006F6055">
        <w:tc>
          <w:tcPr>
            <w:tcW w:w="9639" w:type="dxa"/>
          </w:tcPr>
          <w:p w14:paraId="186C6870" w14:textId="045A8816" w:rsidR="009C5DB9" w:rsidRDefault="009C5DB9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resocjalizacji </w:t>
            </w:r>
            <w:r w:rsidR="000805CA">
              <w:rPr>
                <w:rFonts w:ascii="Corbel" w:hAnsi="Corbel"/>
                <w:sz w:val="24"/>
                <w:szCs w:val="24"/>
              </w:rPr>
              <w:t>nieletnich i dorosłych w Polsce – podstawy prawne i organizacyjne polskich instytucji resocjalizacyjnych.</w:t>
            </w:r>
          </w:p>
        </w:tc>
      </w:tr>
      <w:tr w:rsidR="005515B6" w:rsidRPr="009C54AE" w14:paraId="3264622E" w14:textId="77777777" w:rsidTr="006F6055">
        <w:tc>
          <w:tcPr>
            <w:tcW w:w="9639" w:type="dxa"/>
          </w:tcPr>
          <w:p w14:paraId="58E3B35A" w14:textId="388B3F58" w:rsidR="00A64C3D" w:rsidRDefault="00C15CC4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Systemy resocjalizacji dorosłych w wybranych krajach europejskich i pozaeuropejskich (np.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Wielka Brytania, </w:t>
            </w:r>
            <w:r w:rsidR="00E87186">
              <w:rPr>
                <w:rFonts w:ascii="Corbel" w:hAnsi="Corbel"/>
                <w:sz w:val="24"/>
                <w:szCs w:val="24"/>
              </w:rPr>
              <w:t>Niemcy, kraje skandynawskie, Stany Zjednoczone</w:t>
            </w:r>
            <w:r w:rsidR="00A64C3D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A64C3D" w:rsidRPr="009C54AE" w14:paraId="141557C5" w14:textId="77777777" w:rsidTr="006F6055">
        <w:tc>
          <w:tcPr>
            <w:tcW w:w="9639" w:type="dxa"/>
          </w:tcPr>
          <w:p w14:paraId="0233B0E1" w14:textId="5B7437DC" w:rsidR="00A64C3D" w:rsidRDefault="00A64C3D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Dysfunkcjonalność instytucjonalnych systemów oddziaływań resocjalizacyjnych. </w:t>
            </w:r>
            <w:r>
              <w:rPr>
                <w:rFonts w:ascii="Corbel" w:hAnsi="Corbel" w:cs="DejaVuSans"/>
                <w:sz w:val="24"/>
                <w:szCs w:val="24"/>
              </w:rPr>
              <w:t>Problem efektywności instytucjonalnej pracy resocjalizacyjnej z osobami niedostosowanymi społecznie.</w:t>
            </w:r>
          </w:p>
        </w:tc>
      </w:tr>
      <w:tr w:rsidR="00A64C3D" w:rsidRPr="009C54AE" w14:paraId="4D4EB3A6" w14:textId="77777777" w:rsidTr="006F6055">
        <w:tc>
          <w:tcPr>
            <w:tcW w:w="9639" w:type="dxa"/>
          </w:tcPr>
          <w:p w14:paraId="2F28DA62" w14:textId="52B3F1AD" w:rsidR="00A64C3D" w:rsidRDefault="0032135B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Rozwiązania systemowe wobec nastoletnich i dorosłych matek i kobiet ciężarnych przebywających w instytucjach resocjalizacyjnych – analiza porównawcza.</w:t>
            </w:r>
          </w:p>
        </w:tc>
      </w:tr>
      <w:tr w:rsidR="0032135B" w:rsidRPr="009C54AE" w14:paraId="0AE686FD" w14:textId="77777777" w:rsidTr="006F6055">
        <w:tc>
          <w:tcPr>
            <w:tcW w:w="9639" w:type="dxa"/>
          </w:tcPr>
          <w:p w14:paraId="51C4EDE0" w14:textId="672F1744" w:rsidR="0032135B" w:rsidRDefault="0032135B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Terapia i resocjalizacja nieletnich i dorosłych uzależnionych od substancji psychoaktywnych </w:t>
            </w:r>
            <w:r w:rsidR="0056381E">
              <w:rPr>
                <w:rFonts w:ascii="Corbel" w:hAnsi="Corbel"/>
                <w:sz w:val="24"/>
                <w:szCs w:val="24"/>
              </w:rPr>
              <w:t xml:space="preserve">               przebywających w instytucjach resocjalizacyjnych – analiza porównawcza.</w:t>
            </w:r>
            <w:r w:rsidR="00B50E2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381E" w:rsidRPr="009C54AE" w14:paraId="7E52E5E6" w14:textId="77777777" w:rsidTr="006F6055">
        <w:tc>
          <w:tcPr>
            <w:tcW w:w="9639" w:type="dxa"/>
          </w:tcPr>
          <w:p w14:paraId="53E11E43" w14:textId="7C49B0E3" w:rsidR="0056381E" w:rsidRDefault="003B392A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Rozwiązania systemowe w zakresie readaptacji społecznej</w:t>
            </w:r>
            <w:r w:rsidR="00B07402">
              <w:rPr>
                <w:rFonts w:ascii="Corbel" w:hAnsi="Corbel"/>
                <w:sz w:val="24"/>
                <w:szCs w:val="24"/>
              </w:rPr>
              <w:t>, opieki i pomocy udzielanej nieletnim i dorosłym opuszczającym placówki resocjalizacyjne – analiza porównawcza.</w:t>
            </w:r>
          </w:p>
        </w:tc>
      </w:tr>
    </w:tbl>
    <w:p w14:paraId="692B5084" w14:textId="77777777" w:rsidR="004A364F" w:rsidRPr="004A364F" w:rsidRDefault="004A364F" w:rsidP="004A364F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3462501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A854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6D00E7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65F39C3" w14:textId="77777777" w:rsidTr="00923D7D">
        <w:tc>
          <w:tcPr>
            <w:tcW w:w="9639" w:type="dxa"/>
          </w:tcPr>
          <w:p w14:paraId="56C81F2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0" w:name="_Hlk99452373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364F" w:rsidRPr="009C54AE" w14:paraId="061DD0B7" w14:textId="77777777" w:rsidTr="007B1746">
        <w:trPr>
          <w:trHeight w:val="2515"/>
        </w:trPr>
        <w:tc>
          <w:tcPr>
            <w:tcW w:w="9639" w:type="dxa"/>
          </w:tcPr>
          <w:p w14:paraId="643E096D" w14:textId="38B34D31" w:rsidR="004A364F" w:rsidRDefault="007B1746" w:rsidP="007B1746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s</w:t>
            </w:r>
            <w:r w:rsidR="00B07402">
              <w:rPr>
                <w:rFonts w:ascii="Corbel" w:hAnsi="Corbel"/>
                <w:sz w:val="24"/>
                <w:szCs w:val="24"/>
              </w:rPr>
              <w:t>ystem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="00B07402">
              <w:rPr>
                <w:rFonts w:ascii="Corbel" w:hAnsi="Corbel"/>
                <w:sz w:val="24"/>
                <w:szCs w:val="24"/>
              </w:rPr>
              <w:t xml:space="preserve"> resocjalizacji nieletnich w wybranych krajach europejskich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</w:t>
            </w:r>
            <w:r w:rsidR="00B07402">
              <w:rPr>
                <w:rFonts w:ascii="Corbel" w:hAnsi="Corbel"/>
                <w:sz w:val="24"/>
                <w:szCs w:val="24"/>
              </w:rPr>
              <w:t>i pozaeuropejskich:</w:t>
            </w:r>
          </w:p>
          <w:p w14:paraId="6BC324B3" w14:textId="5D45160C" w:rsidR="00B07402" w:rsidRDefault="00B07402" w:rsidP="00B074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Wielka Brytania,</w:t>
            </w:r>
          </w:p>
          <w:p w14:paraId="7A4E2351" w14:textId="2415FF6E" w:rsidR="00494061" w:rsidRDefault="00494061" w:rsidP="0049406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Niemcy;</w:t>
            </w:r>
          </w:p>
          <w:p w14:paraId="7AF4F533" w14:textId="26388607" w:rsidR="00494061" w:rsidRDefault="00494061" w:rsidP="0049406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Francja;</w:t>
            </w:r>
          </w:p>
          <w:p w14:paraId="617A7F40" w14:textId="3EE9CC1A" w:rsidR="00494061" w:rsidRDefault="00494061" w:rsidP="0049406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kraje skandynawskie (Dania, Norwegia, Finlandia, Szwecja);</w:t>
            </w:r>
          </w:p>
          <w:p w14:paraId="2A47D451" w14:textId="69A9252E" w:rsidR="00494061" w:rsidRDefault="00494061" w:rsidP="0049406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Czechy, Węgry, Słowenia, Litwa;</w:t>
            </w:r>
          </w:p>
          <w:p w14:paraId="44121E36" w14:textId="525EF560" w:rsidR="00B07402" w:rsidRPr="00494061" w:rsidRDefault="00494061" w:rsidP="00B074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Stany Zjednoczone i Kanada.</w:t>
            </w:r>
          </w:p>
        </w:tc>
      </w:tr>
      <w:bookmarkEnd w:id="0"/>
    </w:tbl>
    <w:p w14:paraId="3F070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A3F7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C52DADA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5FA39A" w14:textId="328FB8D1" w:rsidR="00C534A2" w:rsidRDefault="00C534A2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wykład problemowy.</w:t>
      </w:r>
    </w:p>
    <w:p w14:paraId="5A8E235B" w14:textId="1C06F49C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7535D4">
        <w:rPr>
          <w:rFonts w:ascii="Corbel" w:hAnsi="Corbel"/>
          <w:b w:val="0"/>
          <w:smallCaps w:val="0"/>
          <w:szCs w:val="24"/>
        </w:rPr>
        <w:t xml:space="preserve">analiza tekstów z </w:t>
      </w:r>
      <w:r w:rsidR="008935E2">
        <w:rPr>
          <w:rFonts w:ascii="Corbel" w:hAnsi="Corbel"/>
          <w:b w:val="0"/>
          <w:smallCaps w:val="0"/>
          <w:szCs w:val="24"/>
        </w:rPr>
        <w:t>dyskusj</w:t>
      </w:r>
      <w:r w:rsidR="007535D4">
        <w:rPr>
          <w:rFonts w:ascii="Corbel" w:hAnsi="Corbel"/>
          <w:b w:val="0"/>
          <w:smallCaps w:val="0"/>
          <w:szCs w:val="24"/>
        </w:rPr>
        <w:t>ą</w:t>
      </w:r>
      <w:r w:rsidR="008935E2">
        <w:rPr>
          <w:rFonts w:ascii="Corbel" w:hAnsi="Corbel"/>
          <w:b w:val="0"/>
          <w:smallCaps w:val="0"/>
          <w:szCs w:val="24"/>
        </w:rPr>
        <w:t>, praca w grupach</w:t>
      </w:r>
      <w:r w:rsidR="009C5DB9">
        <w:rPr>
          <w:rFonts w:ascii="Corbel" w:hAnsi="Corbel"/>
          <w:b w:val="0"/>
          <w:smallCaps w:val="0"/>
          <w:szCs w:val="24"/>
        </w:rPr>
        <w:t>, metoda projektów</w:t>
      </w:r>
      <w:r w:rsidR="007535D4">
        <w:rPr>
          <w:rFonts w:ascii="Corbel" w:hAnsi="Corbel"/>
          <w:b w:val="0"/>
          <w:smallCaps w:val="0"/>
          <w:szCs w:val="24"/>
        </w:rPr>
        <w:t>.</w:t>
      </w:r>
    </w:p>
    <w:p w14:paraId="19EF2DC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BB26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8FBA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9A87B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562A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87D9869" w14:textId="77777777" w:rsidTr="00C05F44">
        <w:tc>
          <w:tcPr>
            <w:tcW w:w="1985" w:type="dxa"/>
            <w:vAlign w:val="center"/>
          </w:tcPr>
          <w:p w14:paraId="7B9F320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55069BA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8F4DD3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D735E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3B141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B33C3FE" w14:textId="77777777" w:rsidTr="00C05F44">
        <w:tc>
          <w:tcPr>
            <w:tcW w:w="1985" w:type="dxa"/>
          </w:tcPr>
          <w:p w14:paraId="754CAB83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95CC9B6" w14:textId="1C608D8E" w:rsidR="0085747A" w:rsidRPr="00C542A5" w:rsidRDefault="000B33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kolokwium</w:t>
            </w:r>
          </w:p>
        </w:tc>
        <w:tc>
          <w:tcPr>
            <w:tcW w:w="2126" w:type="dxa"/>
          </w:tcPr>
          <w:p w14:paraId="17B30E2E" w14:textId="634ADF74" w:rsidR="0085747A" w:rsidRPr="009C54AE" w:rsidRDefault="00C534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376FA444" w14:textId="77777777" w:rsidTr="00C05F44">
        <w:tc>
          <w:tcPr>
            <w:tcW w:w="1985" w:type="dxa"/>
          </w:tcPr>
          <w:p w14:paraId="1BF2B3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8DC1EBE" w14:textId="00A71CD7" w:rsidR="0085747A" w:rsidRPr="009C54AE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E307D9"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3F944D8B" w14:textId="5550DA85" w:rsidR="0085747A" w:rsidRPr="009C54AE" w:rsidRDefault="00C534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7535D4">
              <w:rPr>
                <w:rFonts w:ascii="Corbel" w:hAnsi="Corbel"/>
                <w:b w:val="0"/>
                <w:szCs w:val="24"/>
              </w:rPr>
              <w:t>ć</w:t>
            </w:r>
            <w:r w:rsidR="00384B39">
              <w:rPr>
                <w:rFonts w:ascii="Corbel" w:hAnsi="Corbel"/>
                <w:b w:val="0"/>
                <w:szCs w:val="24"/>
              </w:rPr>
              <w:t>w</w:t>
            </w:r>
            <w:r w:rsidR="007535D4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542A5" w:rsidRPr="009C54AE" w14:paraId="64CD07C7" w14:textId="77777777" w:rsidTr="00C05F44">
        <w:tc>
          <w:tcPr>
            <w:tcW w:w="1985" w:type="dxa"/>
          </w:tcPr>
          <w:p w14:paraId="50FD8537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8EC77E2" w14:textId="6E6B25F5" w:rsidR="00C542A5" w:rsidRPr="009C54AE" w:rsidRDefault="00384B39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0B3376">
              <w:rPr>
                <w:rFonts w:ascii="Corbel" w:hAnsi="Corbel"/>
                <w:b w:val="0"/>
                <w:szCs w:val="24"/>
              </w:rPr>
              <w:t xml:space="preserve">, </w:t>
            </w:r>
            <w:r w:rsidR="00E307D9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12BFD7F8" w14:textId="165B8B0E" w:rsidR="00C542A5" w:rsidRPr="009C54AE" w:rsidRDefault="00C534A2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3078C3CD" w14:textId="77777777" w:rsidTr="00C05F44">
        <w:tc>
          <w:tcPr>
            <w:tcW w:w="1985" w:type="dxa"/>
          </w:tcPr>
          <w:p w14:paraId="28B05076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F0B7951" w14:textId="46A9DC20" w:rsidR="00C542A5" w:rsidRDefault="00E307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kolokwium</w:t>
            </w:r>
          </w:p>
        </w:tc>
        <w:tc>
          <w:tcPr>
            <w:tcW w:w="2126" w:type="dxa"/>
          </w:tcPr>
          <w:p w14:paraId="4639BF9D" w14:textId="1220F67E" w:rsidR="00C542A5" w:rsidRDefault="00C534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2F1A8135" w14:textId="77777777" w:rsidTr="00C05F44">
        <w:tc>
          <w:tcPr>
            <w:tcW w:w="1985" w:type="dxa"/>
          </w:tcPr>
          <w:p w14:paraId="23FC5A2E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31C4DDC" w14:textId="20307335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udział w dyskusji, </w:t>
            </w:r>
            <w:r w:rsidR="00384B3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FE3BEC7" w14:textId="26FCEFAD" w:rsidR="00C542A5" w:rsidRDefault="00C534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6FC60E80" w14:textId="77777777" w:rsidTr="00C05F44">
        <w:tc>
          <w:tcPr>
            <w:tcW w:w="1985" w:type="dxa"/>
          </w:tcPr>
          <w:p w14:paraId="26DB887A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F0F68F7" w14:textId="3115DEA7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1D3AB1DC" w14:textId="6595A367" w:rsidR="00C542A5" w:rsidRDefault="00C534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7535D4">
              <w:rPr>
                <w:rFonts w:ascii="Corbel" w:hAnsi="Corbel"/>
                <w:b w:val="0"/>
                <w:szCs w:val="24"/>
              </w:rPr>
              <w:t>ć</w:t>
            </w:r>
            <w:r w:rsidR="00C542A5">
              <w:rPr>
                <w:rFonts w:ascii="Corbel" w:hAnsi="Corbel"/>
                <w:b w:val="0"/>
                <w:szCs w:val="24"/>
              </w:rPr>
              <w:t>w</w:t>
            </w:r>
            <w:r w:rsidR="007535D4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66853D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837D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F7376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35BDC00" w14:textId="77777777" w:rsidTr="00923D7D">
        <w:tc>
          <w:tcPr>
            <w:tcW w:w="9670" w:type="dxa"/>
          </w:tcPr>
          <w:p w14:paraId="3B890618" w14:textId="3B577668" w:rsidR="00384B39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Systematyczne i aktywne uczestnictwo 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w zajęciach.</w:t>
            </w:r>
            <w:r w:rsidR="00FB2D2B">
              <w:rPr>
                <w:rFonts w:ascii="Corbel" w:hAnsi="Corbel"/>
                <w:b w:val="0"/>
                <w:smallCaps w:val="0"/>
                <w:szCs w:val="24"/>
              </w:rPr>
              <w:t xml:space="preserve"> Wykonanie pracy projektowej.</w:t>
            </w:r>
          </w:p>
          <w:p w14:paraId="12BBA2A9" w14:textId="638AAEB2" w:rsidR="0085747A" w:rsidRPr="009C54AE" w:rsidRDefault="00384B39" w:rsidP="000B33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szCs w:val="24"/>
              </w:rPr>
              <w:t>Uzyskanie pozytywnej oceny z</w:t>
            </w:r>
            <w:r w:rsidR="000B337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0B337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613C5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7CDC1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137A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E1763FC" w14:textId="77777777" w:rsidTr="003E1941">
        <w:tc>
          <w:tcPr>
            <w:tcW w:w="4962" w:type="dxa"/>
            <w:vAlign w:val="center"/>
          </w:tcPr>
          <w:p w14:paraId="5A59EE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9EA8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859EA8" w14:textId="77777777" w:rsidTr="00923D7D">
        <w:tc>
          <w:tcPr>
            <w:tcW w:w="4962" w:type="dxa"/>
          </w:tcPr>
          <w:p w14:paraId="526388B2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F7FFFD0" w14:textId="4FF23BF9" w:rsidR="0085747A" w:rsidRPr="009C54AE" w:rsidRDefault="0028572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25DE4644" w14:textId="77777777" w:rsidTr="00923D7D">
        <w:tc>
          <w:tcPr>
            <w:tcW w:w="4962" w:type="dxa"/>
          </w:tcPr>
          <w:p w14:paraId="2D2499E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70310AF5" w14:textId="77777777" w:rsidR="00C61DC5" w:rsidRPr="009C54AE" w:rsidRDefault="00384B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47E4341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AE6DDF8" w14:textId="1E2193B9" w:rsidR="00A86535" w:rsidRPr="009C54AE" w:rsidRDefault="00DD4D09" w:rsidP="00384B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B3A670E" w14:textId="77777777" w:rsidTr="00923D7D">
        <w:tc>
          <w:tcPr>
            <w:tcW w:w="4962" w:type="dxa"/>
          </w:tcPr>
          <w:p w14:paraId="5B3A6A01" w14:textId="2CA6FF8D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741F6">
              <w:rPr>
                <w:rFonts w:ascii="Corbel" w:hAnsi="Corbel"/>
                <w:sz w:val="24"/>
                <w:szCs w:val="24"/>
              </w:rPr>
              <w:t>:</w:t>
            </w:r>
          </w:p>
          <w:p w14:paraId="286EA8F3" w14:textId="77777777" w:rsidR="008741F6" w:rsidRDefault="00384B39" w:rsidP="008741F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12A8C737" w14:textId="77777777" w:rsidR="008741F6" w:rsidRDefault="00384B39" w:rsidP="008741F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0A526E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6B019741" w14:textId="093EA35A" w:rsidR="008741F6" w:rsidRPr="008741F6" w:rsidRDefault="000A526E" w:rsidP="008741F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8741F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76B9F7F1" w14:textId="782A4CD9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37C2C8D" w14:textId="77777777" w:rsidR="008741F6" w:rsidRDefault="008741F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B6537DC" w14:textId="7A57AC83" w:rsidR="008741F6" w:rsidRDefault="008741F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F623E">
              <w:rPr>
                <w:rFonts w:ascii="Corbel" w:hAnsi="Corbel"/>
                <w:sz w:val="24"/>
                <w:szCs w:val="24"/>
              </w:rPr>
              <w:t>0</w:t>
            </w:r>
          </w:p>
          <w:p w14:paraId="3D190450" w14:textId="3E576B9F" w:rsidR="008741F6" w:rsidRDefault="00DD4D0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bookmarkStart w:id="1" w:name="_GoBack"/>
            <w:bookmarkEnd w:id="1"/>
          </w:p>
          <w:p w14:paraId="37149239" w14:textId="1A34560E" w:rsidR="008741F6" w:rsidRPr="009C54AE" w:rsidRDefault="008741F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D4D09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38437022" w14:textId="77777777" w:rsidTr="00923D7D">
        <w:tc>
          <w:tcPr>
            <w:tcW w:w="4962" w:type="dxa"/>
          </w:tcPr>
          <w:p w14:paraId="7A904F7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4557BC" w14:textId="044B0093" w:rsidR="0085747A" w:rsidRPr="009C54AE" w:rsidRDefault="008741F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0B337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C46D4AD" w14:textId="77777777" w:rsidTr="00923D7D">
        <w:tc>
          <w:tcPr>
            <w:tcW w:w="4962" w:type="dxa"/>
          </w:tcPr>
          <w:p w14:paraId="0E31A1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11F63DD" w14:textId="37501DA4" w:rsidR="0085747A" w:rsidRPr="009C54AE" w:rsidRDefault="000B337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459BD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D8E99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64FA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0AA6E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EEF392D" w14:textId="77777777" w:rsidTr="0071620A">
        <w:trPr>
          <w:trHeight w:val="397"/>
        </w:trPr>
        <w:tc>
          <w:tcPr>
            <w:tcW w:w="3544" w:type="dxa"/>
          </w:tcPr>
          <w:p w14:paraId="656093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0D6BD9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7E903CB" w14:textId="77777777" w:rsidTr="0071620A">
        <w:trPr>
          <w:trHeight w:val="397"/>
        </w:trPr>
        <w:tc>
          <w:tcPr>
            <w:tcW w:w="3544" w:type="dxa"/>
          </w:tcPr>
          <w:p w14:paraId="2A7148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07237B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14361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12AED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4CAC4C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3D01014" w14:textId="77777777" w:rsidTr="0071620A">
        <w:trPr>
          <w:trHeight w:val="397"/>
        </w:trPr>
        <w:tc>
          <w:tcPr>
            <w:tcW w:w="7513" w:type="dxa"/>
          </w:tcPr>
          <w:p w14:paraId="51EBC921" w14:textId="77777777" w:rsidR="0085747A" w:rsidRPr="00BE45B3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BE45B3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358A7872" w14:textId="1C3B8E26" w:rsidR="004F623E" w:rsidRPr="00C32AB0" w:rsidRDefault="004F623E" w:rsidP="004F62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Kudlak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Instytucjonalna resocjalizacja nieletnich: wyzwania                            i perspektywy rozwoju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DIFIN, Warszawa 2016.</w:t>
            </w:r>
          </w:p>
          <w:p w14:paraId="1C243B3C" w14:textId="76149D59" w:rsidR="00B97870" w:rsidRDefault="00B97870" w:rsidP="00B978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Kalinowski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 nieletnich w państwach europejskich                            i pozaeuropejskich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Pedagogiki Specjalnej, Warszawa 2005.</w:t>
            </w:r>
          </w:p>
          <w:p w14:paraId="6CD1AB1A" w14:textId="22C647B7" w:rsidR="00B97870" w:rsidRDefault="00B97870" w:rsidP="00B978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Akademia Pedagogiki Specjalnej, 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</w:t>
            </w:r>
            <w:r w:rsidR="004F62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05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C3C7F96" w14:textId="77777777" w:rsidR="00D2744B" w:rsidRDefault="00BB774C" w:rsidP="00BB77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Efektywność instytucjonalnych form pomocy na rzecz młodzieży zagrożonej wykluczeniem społecznym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Fundacja „Masz szansę”, Lublin 2008.</w:t>
            </w:r>
          </w:p>
          <w:p w14:paraId="31C1AA5A" w14:textId="0FCCE13A" w:rsidR="00BB774C" w:rsidRDefault="00BB774C" w:rsidP="00BB77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Barczykowska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Dzierżyńska-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Breś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Muskała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Systemy oddziaływań resocjalizacyjnych Anglii i Stanów Zjednoczonych Ameryki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UAM, Poznań 2015.</w:t>
            </w:r>
          </w:p>
          <w:p w14:paraId="3E8BA450" w14:textId="77777777" w:rsidR="0047398C" w:rsidRDefault="00FB2D2B" w:rsidP="00BB77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 B., Stanik J.M.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Resocjalizacja. Tom I, 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PWN, Warszawa </w:t>
            </w:r>
            <w:r w:rsidR="00703F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2008.</w:t>
            </w:r>
          </w:p>
          <w:p w14:paraId="63D8AD13" w14:textId="77777777" w:rsidR="00703FE3" w:rsidRDefault="00703FE3" w:rsidP="00BB77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Ciosek M., Pastwa-Wojciechowska B.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2016.</w:t>
            </w:r>
          </w:p>
          <w:p w14:paraId="3B71B240" w14:textId="3D9F4E39" w:rsidR="00E307D9" w:rsidRPr="00E307D9" w:rsidRDefault="00E307D9" w:rsidP="00BB77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Felczak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Polski system penitencjarny. Racjonalizacja kosztów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DIFIN, Warszawa 2014.</w:t>
            </w:r>
          </w:p>
        </w:tc>
      </w:tr>
      <w:tr w:rsidR="0085747A" w:rsidRPr="009C54AE" w14:paraId="5025023B" w14:textId="77777777" w:rsidTr="0071620A">
        <w:trPr>
          <w:trHeight w:val="397"/>
        </w:trPr>
        <w:tc>
          <w:tcPr>
            <w:tcW w:w="7513" w:type="dxa"/>
          </w:tcPr>
          <w:p w14:paraId="3005860A" w14:textId="77777777" w:rsidR="0085747A" w:rsidRPr="00BE45B3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BE45B3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14:paraId="4E698A0A" w14:textId="76F3A982" w:rsidR="00E307D9" w:rsidRDefault="00E307D9" w:rsidP="00B978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Ambrozik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Pedagogika resocjalizacyjna. W stronę uspołecznienia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lastRenderedPageBreak/>
              <w:t>systemu oddziaływań</w:t>
            </w:r>
            <w:r w:rsidR="00FA0164">
              <w:rPr>
                <w:rFonts w:ascii="Corbel" w:hAnsi="Corbel"/>
                <w:b w:val="0"/>
                <w:smallCaps w:val="0"/>
                <w:szCs w:val="24"/>
              </w:rPr>
              <w:t>, IMPULS 2016.</w:t>
            </w:r>
          </w:p>
          <w:p w14:paraId="475B9499" w14:textId="7EE340B2" w:rsidR="00E97648" w:rsidRDefault="00E97648" w:rsidP="00B978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Kwieciński A.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Postępowanie z wybranymi grupami skazanych                             w polskim systemie penitencjarnym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Wolters Kluwer, Warszawa 2013.</w:t>
            </w:r>
          </w:p>
          <w:p w14:paraId="0FA9DDFA" w14:textId="45EA44BB" w:rsidR="00391A3F" w:rsidRDefault="004F623E" w:rsidP="00B978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Sikora A.,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Sytuacja prawna, społeczna i wychowawcza nieletnich ciężarnych</w:t>
            </w:r>
            <w:r w:rsidR="00391A3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i nieletnich matek przebywających w placówkach resocjalizacyjnych. Raport z realizacji projektu „Chcę być z Tobą Mamo!”</w:t>
            </w:r>
            <w:r w:rsidR="00391A3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91A3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r w:rsidR="00391A3F" w:rsidRPr="00391A3F">
              <w:rPr>
                <w:rFonts w:ascii="Corbel" w:hAnsi="Corbel"/>
                <w:b w:val="0"/>
                <w:smallCaps w:val="0"/>
                <w:szCs w:val="24"/>
              </w:rPr>
              <w:t>Warszawa 2013.</w:t>
            </w:r>
          </w:p>
          <w:p w14:paraId="518AAD3E" w14:textId="58498FDA" w:rsidR="00D2744B" w:rsidRPr="00734416" w:rsidRDefault="00391A3F" w:rsidP="00BB77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Soł</w:t>
            </w:r>
            <w:r w:rsidR="00B97870" w:rsidRPr="00384B39">
              <w:rPr>
                <w:rFonts w:ascii="Corbel" w:hAnsi="Corbel"/>
                <w:b w:val="0"/>
                <w:smallCaps w:val="0"/>
                <w:szCs w:val="24"/>
              </w:rPr>
              <w:t>tysiak T., Latoś A. (red</w:t>
            </w:r>
            <w:r w:rsidR="00B97870">
              <w:rPr>
                <w:rFonts w:ascii="Corbel" w:hAnsi="Corbel"/>
                <w:b w:val="0"/>
                <w:smallCaps w:val="0"/>
                <w:szCs w:val="24"/>
              </w:rPr>
              <w:t xml:space="preserve">.), </w:t>
            </w:r>
            <w:r w:rsidR="00B97870"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Działalność profilaktyczna resocjalizacyjna </w:t>
            </w:r>
            <w:r w:rsidR="00B9787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             </w:t>
            </w:r>
            <w:r w:rsidR="00B97870"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w środowisku otwartym, instytucjach wychowawczych, poprawczych oraz karnych</w:t>
            </w:r>
            <w:r w:rsidR="00B97870" w:rsidRPr="00384B39">
              <w:rPr>
                <w:rFonts w:ascii="Corbel" w:hAnsi="Corbel"/>
                <w:b w:val="0"/>
                <w:smallCaps w:val="0"/>
                <w:szCs w:val="24"/>
              </w:rPr>
              <w:t>, Bydgoszcz 2010.</w:t>
            </w:r>
          </w:p>
        </w:tc>
      </w:tr>
    </w:tbl>
    <w:p w14:paraId="36D3820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106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DE33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81C032" w14:textId="77777777" w:rsidR="00324DEC" w:rsidRDefault="00324DEC" w:rsidP="00C16ABF">
      <w:pPr>
        <w:spacing w:after="0" w:line="240" w:lineRule="auto"/>
      </w:pPr>
      <w:r>
        <w:separator/>
      </w:r>
    </w:p>
  </w:endnote>
  <w:endnote w:type="continuationSeparator" w:id="0">
    <w:p w14:paraId="26FD838D" w14:textId="77777777" w:rsidR="00324DEC" w:rsidRDefault="00324D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A3D261" w14:textId="77777777" w:rsidR="00324DEC" w:rsidRDefault="00324DEC" w:rsidP="00C16ABF">
      <w:pPr>
        <w:spacing w:after="0" w:line="240" w:lineRule="auto"/>
      </w:pPr>
      <w:r>
        <w:separator/>
      </w:r>
    </w:p>
  </w:footnote>
  <w:footnote w:type="continuationSeparator" w:id="0">
    <w:p w14:paraId="20C67C4E" w14:textId="77777777" w:rsidR="00324DEC" w:rsidRDefault="00324DEC" w:rsidP="00C16ABF">
      <w:pPr>
        <w:spacing w:after="0" w:line="240" w:lineRule="auto"/>
      </w:pPr>
      <w:r>
        <w:continuationSeparator/>
      </w:r>
    </w:p>
  </w:footnote>
  <w:footnote w:id="1">
    <w:p w14:paraId="0554D10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62DB7"/>
    <w:multiLevelType w:val="hybridMultilevel"/>
    <w:tmpl w:val="1A56979C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66159E"/>
    <w:multiLevelType w:val="hybridMultilevel"/>
    <w:tmpl w:val="05748DC4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DFF"/>
    <w:rsid w:val="00022ECE"/>
    <w:rsid w:val="00030D28"/>
    <w:rsid w:val="00042A51"/>
    <w:rsid w:val="00042D2E"/>
    <w:rsid w:val="00044C82"/>
    <w:rsid w:val="00070ED6"/>
    <w:rsid w:val="000742DC"/>
    <w:rsid w:val="000805CA"/>
    <w:rsid w:val="00084C12"/>
    <w:rsid w:val="00090ED7"/>
    <w:rsid w:val="0009462C"/>
    <w:rsid w:val="00094B12"/>
    <w:rsid w:val="00096C46"/>
    <w:rsid w:val="000A296F"/>
    <w:rsid w:val="000A2A28"/>
    <w:rsid w:val="000A526E"/>
    <w:rsid w:val="000B192D"/>
    <w:rsid w:val="000B28EE"/>
    <w:rsid w:val="000B3376"/>
    <w:rsid w:val="000B3E37"/>
    <w:rsid w:val="000D04B0"/>
    <w:rsid w:val="000E184B"/>
    <w:rsid w:val="000F1C57"/>
    <w:rsid w:val="000F5615"/>
    <w:rsid w:val="00107BD0"/>
    <w:rsid w:val="00124BFF"/>
    <w:rsid w:val="0012560E"/>
    <w:rsid w:val="00127108"/>
    <w:rsid w:val="00134B13"/>
    <w:rsid w:val="00135249"/>
    <w:rsid w:val="00146BC0"/>
    <w:rsid w:val="00153C41"/>
    <w:rsid w:val="00154381"/>
    <w:rsid w:val="001640A7"/>
    <w:rsid w:val="00164ACE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52EA"/>
    <w:rsid w:val="0022477D"/>
    <w:rsid w:val="002278A9"/>
    <w:rsid w:val="002336F9"/>
    <w:rsid w:val="0024028F"/>
    <w:rsid w:val="00244ABC"/>
    <w:rsid w:val="00277119"/>
    <w:rsid w:val="00281FF2"/>
    <w:rsid w:val="0028572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3A9"/>
    <w:rsid w:val="002D3375"/>
    <w:rsid w:val="002D73D4"/>
    <w:rsid w:val="002E49F5"/>
    <w:rsid w:val="002F02A3"/>
    <w:rsid w:val="002F4ABE"/>
    <w:rsid w:val="003018BA"/>
    <w:rsid w:val="0030395F"/>
    <w:rsid w:val="00305C92"/>
    <w:rsid w:val="0031411C"/>
    <w:rsid w:val="003151C5"/>
    <w:rsid w:val="0032135B"/>
    <w:rsid w:val="00324DEC"/>
    <w:rsid w:val="0033085E"/>
    <w:rsid w:val="003343CF"/>
    <w:rsid w:val="00346FE9"/>
    <w:rsid w:val="0034759A"/>
    <w:rsid w:val="003503F6"/>
    <w:rsid w:val="00350DA1"/>
    <w:rsid w:val="003530DD"/>
    <w:rsid w:val="00363F78"/>
    <w:rsid w:val="00384B39"/>
    <w:rsid w:val="00391A3F"/>
    <w:rsid w:val="003A0A5B"/>
    <w:rsid w:val="003A1176"/>
    <w:rsid w:val="003B1B90"/>
    <w:rsid w:val="003B392A"/>
    <w:rsid w:val="003C0BAE"/>
    <w:rsid w:val="003D18A9"/>
    <w:rsid w:val="003D1A34"/>
    <w:rsid w:val="003D6CE2"/>
    <w:rsid w:val="003E1941"/>
    <w:rsid w:val="003E2FE6"/>
    <w:rsid w:val="003E49D5"/>
    <w:rsid w:val="003F38C0"/>
    <w:rsid w:val="004147F8"/>
    <w:rsid w:val="00414E3C"/>
    <w:rsid w:val="0042244A"/>
    <w:rsid w:val="0042745A"/>
    <w:rsid w:val="00431D5C"/>
    <w:rsid w:val="004362C6"/>
    <w:rsid w:val="00437FA2"/>
    <w:rsid w:val="0044418F"/>
    <w:rsid w:val="00445970"/>
    <w:rsid w:val="0045729E"/>
    <w:rsid w:val="00461EFC"/>
    <w:rsid w:val="004645AD"/>
    <w:rsid w:val="004652C2"/>
    <w:rsid w:val="004706D1"/>
    <w:rsid w:val="00471326"/>
    <w:rsid w:val="0047398C"/>
    <w:rsid w:val="0047598D"/>
    <w:rsid w:val="004840FD"/>
    <w:rsid w:val="00490F7D"/>
    <w:rsid w:val="00491678"/>
    <w:rsid w:val="00494061"/>
    <w:rsid w:val="004968E2"/>
    <w:rsid w:val="004A364F"/>
    <w:rsid w:val="004A3EEA"/>
    <w:rsid w:val="004A4D1F"/>
    <w:rsid w:val="004D5282"/>
    <w:rsid w:val="004F008D"/>
    <w:rsid w:val="004F0EC6"/>
    <w:rsid w:val="004F1551"/>
    <w:rsid w:val="004F55A3"/>
    <w:rsid w:val="004F623E"/>
    <w:rsid w:val="0050496F"/>
    <w:rsid w:val="00513B6F"/>
    <w:rsid w:val="0051589B"/>
    <w:rsid w:val="00517C63"/>
    <w:rsid w:val="00526C94"/>
    <w:rsid w:val="005343E7"/>
    <w:rsid w:val="005363C4"/>
    <w:rsid w:val="00536BDE"/>
    <w:rsid w:val="00543ACC"/>
    <w:rsid w:val="005515B6"/>
    <w:rsid w:val="0056381E"/>
    <w:rsid w:val="0056696D"/>
    <w:rsid w:val="00573EF9"/>
    <w:rsid w:val="0059484D"/>
    <w:rsid w:val="005A0855"/>
    <w:rsid w:val="005A3196"/>
    <w:rsid w:val="005C080F"/>
    <w:rsid w:val="005C447B"/>
    <w:rsid w:val="005C55E5"/>
    <w:rsid w:val="005C696A"/>
    <w:rsid w:val="005E6E85"/>
    <w:rsid w:val="005F31D2"/>
    <w:rsid w:val="00603B38"/>
    <w:rsid w:val="0061029B"/>
    <w:rsid w:val="00614613"/>
    <w:rsid w:val="00617230"/>
    <w:rsid w:val="00621CE1"/>
    <w:rsid w:val="00627FC9"/>
    <w:rsid w:val="00647FA8"/>
    <w:rsid w:val="00650C5F"/>
    <w:rsid w:val="00654934"/>
    <w:rsid w:val="00654EF8"/>
    <w:rsid w:val="006620D9"/>
    <w:rsid w:val="00671958"/>
    <w:rsid w:val="00675843"/>
    <w:rsid w:val="00681C1C"/>
    <w:rsid w:val="00696477"/>
    <w:rsid w:val="006A3FA7"/>
    <w:rsid w:val="006B6BDB"/>
    <w:rsid w:val="006D050F"/>
    <w:rsid w:val="006D6139"/>
    <w:rsid w:val="006D7D05"/>
    <w:rsid w:val="006E5D65"/>
    <w:rsid w:val="006F1282"/>
    <w:rsid w:val="006F1FBC"/>
    <w:rsid w:val="006F31E2"/>
    <w:rsid w:val="00703FE3"/>
    <w:rsid w:val="00706544"/>
    <w:rsid w:val="007072BA"/>
    <w:rsid w:val="0071620A"/>
    <w:rsid w:val="00724677"/>
    <w:rsid w:val="00725459"/>
    <w:rsid w:val="007327BD"/>
    <w:rsid w:val="00734416"/>
    <w:rsid w:val="00734608"/>
    <w:rsid w:val="00745302"/>
    <w:rsid w:val="007461D6"/>
    <w:rsid w:val="00746EC8"/>
    <w:rsid w:val="007535D4"/>
    <w:rsid w:val="00763BF1"/>
    <w:rsid w:val="00766FD4"/>
    <w:rsid w:val="00770B01"/>
    <w:rsid w:val="0078168C"/>
    <w:rsid w:val="00787C2A"/>
    <w:rsid w:val="00790E27"/>
    <w:rsid w:val="007A4022"/>
    <w:rsid w:val="007A6E6E"/>
    <w:rsid w:val="007B1746"/>
    <w:rsid w:val="007C3299"/>
    <w:rsid w:val="007C3BCC"/>
    <w:rsid w:val="007C4546"/>
    <w:rsid w:val="007D6E56"/>
    <w:rsid w:val="007E59D5"/>
    <w:rsid w:val="007F1652"/>
    <w:rsid w:val="007F2A5E"/>
    <w:rsid w:val="007F4155"/>
    <w:rsid w:val="0081554D"/>
    <w:rsid w:val="0081707E"/>
    <w:rsid w:val="008349EF"/>
    <w:rsid w:val="008449B3"/>
    <w:rsid w:val="0085747A"/>
    <w:rsid w:val="00860CAF"/>
    <w:rsid w:val="008741F6"/>
    <w:rsid w:val="00884922"/>
    <w:rsid w:val="00885F64"/>
    <w:rsid w:val="008917F9"/>
    <w:rsid w:val="008935E2"/>
    <w:rsid w:val="008A45F7"/>
    <w:rsid w:val="008C0CC0"/>
    <w:rsid w:val="008C19A9"/>
    <w:rsid w:val="008C379D"/>
    <w:rsid w:val="008C5147"/>
    <w:rsid w:val="008C5359"/>
    <w:rsid w:val="008C5363"/>
    <w:rsid w:val="008D3DFB"/>
    <w:rsid w:val="008E4A09"/>
    <w:rsid w:val="008E64F4"/>
    <w:rsid w:val="008F12C9"/>
    <w:rsid w:val="008F6E29"/>
    <w:rsid w:val="00901EE2"/>
    <w:rsid w:val="00916188"/>
    <w:rsid w:val="00923D7D"/>
    <w:rsid w:val="00927428"/>
    <w:rsid w:val="009508DF"/>
    <w:rsid w:val="00950DAC"/>
    <w:rsid w:val="00954A07"/>
    <w:rsid w:val="00997F14"/>
    <w:rsid w:val="009A78D9"/>
    <w:rsid w:val="009C1331"/>
    <w:rsid w:val="009C1CBC"/>
    <w:rsid w:val="009C3E31"/>
    <w:rsid w:val="009C4AF5"/>
    <w:rsid w:val="009C54AE"/>
    <w:rsid w:val="009C5985"/>
    <w:rsid w:val="009C5DB9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21C"/>
    <w:rsid w:val="00A54817"/>
    <w:rsid w:val="00A55787"/>
    <w:rsid w:val="00A601C8"/>
    <w:rsid w:val="00A60799"/>
    <w:rsid w:val="00A64C3D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402"/>
    <w:rsid w:val="00B135B1"/>
    <w:rsid w:val="00B3130B"/>
    <w:rsid w:val="00B32A11"/>
    <w:rsid w:val="00B40ADB"/>
    <w:rsid w:val="00B43B77"/>
    <w:rsid w:val="00B43E80"/>
    <w:rsid w:val="00B50E21"/>
    <w:rsid w:val="00B607DB"/>
    <w:rsid w:val="00B66529"/>
    <w:rsid w:val="00B75946"/>
    <w:rsid w:val="00B8056E"/>
    <w:rsid w:val="00B819C8"/>
    <w:rsid w:val="00B82308"/>
    <w:rsid w:val="00B87605"/>
    <w:rsid w:val="00B90885"/>
    <w:rsid w:val="00B97870"/>
    <w:rsid w:val="00BA324E"/>
    <w:rsid w:val="00BB520A"/>
    <w:rsid w:val="00BB6D77"/>
    <w:rsid w:val="00BB774C"/>
    <w:rsid w:val="00BD3869"/>
    <w:rsid w:val="00BD66E9"/>
    <w:rsid w:val="00BD6FF4"/>
    <w:rsid w:val="00BE45B3"/>
    <w:rsid w:val="00BF2340"/>
    <w:rsid w:val="00BF2C41"/>
    <w:rsid w:val="00C058B4"/>
    <w:rsid w:val="00C05F44"/>
    <w:rsid w:val="00C131B5"/>
    <w:rsid w:val="00C15CC4"/>
    <w:rsid w:val="00C16ABF"/>
    <w:rsid w:val="00C170AE"/>
    <w:rsid w:val="00C26CB7"/>
    <w:rsid w:val="00C324C1"/>
    <w:rsid w:val="00C32AB0"/>
    <w:rsid w:val="00C36992"/>
    <w:rsid w:val="00C509B5"/>
    <w:rsid w:val="00C534A2"/>
    <w:rsid w:val="00C542A5"/>
    <w:rsid w:val="00C56036"/>
    <w:rsid w:val="00C61DC5"/>
    <w:rsid w:val="00C67E92"/>
    <w:rsid w:val="00C70A26"/>
    <w:rsid w:val="00C766DF"/>
    <w:rsid w:val="00C8127F"/>
    <w:rsid w:val="00C94B98"/>
    <w:rsid w:val="00CA2B96"/>
    <w:rsid w:val="00CA5089"/>
    <w:rsid w:val="00CB42CB"/>
    <w:rsid w:val="00CD4162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476C7"/>
    <w:rsid w:val="00D552B2"/>
    <w:rsid w:val="00D600F6"/>
    <w:rsid w:val="00D608D1"/>
    <w:rsid w:val="00D74119"/>
    <w:rsid w:val="00D77A15"/>
    <w:rsid w:val="00D8075B"/>
    <w:rsid w:val="00D8678B"/>
    <w:rsid w:val="00DA02C0"/>
    <w:rsid w:val="00DA2114"/>
    <w:rsid w:val="00DD4D09"/>
    <w:rsid w:val="00DD65D7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307D9"/>
    <w:rsid w:val="00E51E44"/>
    <w:rsid w:val="00E63348"/>
    <w:rsid w:val="00E77E88"/>
    <w:rsid w:val="00E8107D"/>
    <w:rsid w:val="00E87186"/>
    <w:rsid w:val="00E960BB"/>
    <w:rsid w:val="00E97648"/>
    <w:rsid w:val="00EA2074"/>
    <w:rsid w:val="00EA4832"/>
    <w:rsid w:val="00EA4E9D"/>
    <w:rsid w:val="00EC4899"/>
    <w:rsid w:val="00ED03AB"/>
    <w:rsid w:val="00ED32D2"/>
    <w:rsid w:val="00EE32DE"/>
    <w:rsid w:val="00EE5457"/>
    <w:rsid w:val="00EE754E"/>
    <w:rsid w:val="00F070AB"/>
    <w:rsid w:val="00F17567"/>
    <w:rsid w:val="00F2181D"/>
    <w:rsid w:val="00F27A7B"/>
    <w:rsid w:val="00F36F20"/>
    <w:rsid w:val="00F526AF"/>
    <w:rsid w:val="00F617C3"/>
    <w:rsid w:val="00F7066B"/>
    <w:rsid w:val="00F83B28"/>
    <w:rsid w:val="00FA0164"/>
    <w:rsid w:val="00FA46E5"/>
    <w:rsid w:val="00FB2D2B"/>
    <w:rsid w:val="00FB7DBA"/>
    <w:rsid w:val="00FC1C25"/>
    <w:rsid w:val="00FC3F45"/>
    <w:rsid w:val="00FC5BB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641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D9DC3-9C9B-4037-99D0-CAB9A27D0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637</TotalTime>
  <Pages>5</Pages>
  <Words>1153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20</cp:revision>
  <cp:lastPrinted>2019-02-06T12:12:00Z</cp:lastPrinted>
  <dcterms:created xsi:type="dcterms:W3CDTF">2019-10-29T14:10:00Z</dcterms:created>
  <dcterms:modified xsi:type="dcterms:W3CDTF">2022-06-22T15:29:00Z</dcterms:modified>
</cp:coreProperties>
</file>